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186FBE7" w:rsidR="005C6DCE" w:rsidRPr="0080358B" w:rsidRDefault="00862A63"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862A63"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3A309183" w:rsidR="006938F5" w:rsidRDefault="00862A63" w:rsidP="006718D3">
            <w:pPr>
              <w:spacing w:after="0"/>
              <w:jc w:val="left"/>
            </w:pPr>
            <w:r>
              <w:t>RTD-B-1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F9A9550" w:rsidR="006938F5" w:rsidRDefault="00862A63" w:rsidP="006718D3">
            <w:pPr>
              <w:spacing w:after="0"/>
              <w:jc w:val="left"/>
            </w:pPr>
            <w:r>
              <w:t>336268</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5DF1405" w:rsidR="4EEB584D" w:rsidRDefault="00862A63"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4919DCDB" w:rsidR="006938F5" w:rsidRDefault="00862A6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39DEC6A" w:rsidR="3C2D33B5" w:rsidRDefault="00862A63" w:rsidP="14270372">
            <w:pPr>
              <w:spacing w:after="0"/>
              <w:jc w:val="left"/>
            </w:pPr>
            <w:r>
              <w:t>Brussels</w:t>
            </w:r>
          </w:p>
          <w:p w14:paraId="6B7C1AA9" w14:textId="4827BBF5" w:rsidR="3C2D33B5" w:rsidRDefault="00862A63" w:rsidP="14270372">
            <w:pPr>
              <w:spacing w:after="0"/>
              <w:jc w:val="left"/>
            </w:pPr>
            <w:r>
              <w:t>Bruxelles</w:t>
            </w:r>
          </w:p>
          <w:p w14:paraId="5C918E8F" w14:textId="563A30E2" w:rsidR="3C2D33B5" w:rsidRDefault="00862A63"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1C227D95" w:rsidR="006938F5" w:rsidRDefault="00862A63" w:rsidP="006718D3">
            <w:pPr>
              <w:spacing w:after="0"/>
              <w:jc w:val="left"/>
            </w:pPr>
            <w:r>
              <w:t>With allowances</w:t>
            </w:r>
          </w:p>
          <w:p w14:paraId="02E31856" w14:textId="67726C2E" w:rsidR="006938F5" w:rsidRDefault="00862A63" w:rsidP="006718D3">
            <w:pPr>
              <w:spacing w:after="0"/>
              <w:jc w:val="left"/>
            </w:pPr>
            <w:r>
              <w:t>Avec indemnités</w:t>
            </w:r>
          </w:p>
          <w:p w14:paraId="720FD450" w14:textId="2A5ED37E" w:rsidR="006938F5" w:rsidRDefault="00862A63"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9AF42B4" w:rsidR="006938F5" w:rsidRDefault="00862A63" w:rsidP="006718D3">
            <w:pPr>
              <w:spacing w:after="0"/>
              <w:jc w:val="left"/>
            </w:pPr>
            <w:r>
              <w:t>Member States</w:t>
            </w:r>
          </w:p>
          <w:p w14:paraId="2A7DF233" w14:textId="5E62F5CF" w:rsidR="006938F5" w:rsidRDefault="00862A63" w:rsidP="006718D3">
            <w:pPr>
              <w:spacing w:after="0"/>
              <w:jc w:val="left"/>
            </w:pPr>
            <w:r>
              <w:t>États membres</w:t>
            </w:r>
          </w:p>
          <w:p w14:paraId="13C75E2E" w14:textId="75ED4BCC" w:rsidR="006938F5" w:rsidRDefault="00862A63"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EB02B49" w:rsidR="006938F5" w:rsidRDefault="00862A63"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2C17BAA" w:rsidR="00A95A44" w:rsidRPr="00E61551" w:rsidRDefault="00862A63"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968EB06" w14:textId="77777777" w:rsidR="00862A63" w:rsidRDefault="00862A63" w:rsidP="003C1977">
      <w:pPr>
        <w:spacing w:after="0"/>
      </w:pPr>
      <w:r>
        <w:t>The mission of the Directorate-General for Research and Innovation (DG RTD) is to develop and implement European Research and Innovation (R&amp;I) policy. The DG supports R&amp;I through European Framework Programmes, coordinates and supports national and regional R&amp;I programmes, contributes to the creation of the European Research Area, and supports the cooperation of European organisations and researchers in Europe and in an international context.</w:t>
      </w:r>
    </w:p>
    <w:p w14:paraId="14AF2DA5" w14:textId="77777777" w:rsidR="00862A63" w:rsidRDefault="00862A63" w:rsidP="003C1977">
      <w:pPr>
        <w:spacing w:after="0"/>
      </w:pPr>
      <w:r>
        <w:t xml:space="preserve">Unit RTD B.1 sits within the ‘Healthy Planet’ Directorate of RTD which aims to support and accelerate the needed innovations and transitions of the European Union and its economy with the long term objective of creating well-balanced prosperity, respecting planetary boundaries and ensuring a healthy planet Earth.  This includes the generation of new scientific and technological knowledge and the development and upscaling of innovative technological and systemic solutions. The activities of the Directorate encompass circular economy and bio-based systems; bioeconomy and food systems; climate, biodiversity, environment and Earth observation; and healthy oceans, seas and inland waters. </w:t>
      </w:r>
    </w:p>
    <w:p w14:paraId="15175F7E" w14:textId="77777777" w:rsidR="00862A63" w:rsidRDefault="00862A63" w:rsidP="003C1977">
      <w:pPr>
        <w:spacing w:after="0"/>
      </w:pPr>
      <w:r>
        <w:t>Unit RTD B.1 ‘ Green Transitions’ has specific responsibility for supporting R&amp;I in the areas of circular economy and bio-based systems. This includes initiatives such as the Circular Biobased Europe Joint Undertaking (CBE JU) and the European Circular Bioeconomy Fund (ECBF). The Unit works closely with other Commission services on key policy initiatives such as the update of the EU Bioeconomy Strategy and the upcoming Circular Economy Act.</w:t>
      </w:r>
    </w:p>
    <w:p w14:paraId="43A36093" w14:textId="77777777" w:rsidR="00862A63" w:rsidRDefault="00862A63" w:rsidP="003C1977">
      <w:pPr>
        <w:spacing w:after="0"/>
      </w:pPr>
      <w:r>
        <w:t>The Unit ensures the strategic planning, programming, coordination and communication of the activities of all RTD B units including for the intervention areas of Cluster 6 of Horizon Europe, such as biodiversity and natural resources; agriculture, forestry and rural areas; seas, oceans and inland waters; bioeconomy and food systems. The Unit also supports the cooperation within Directorate B on the key task of ‘feedback to policy’ with Executive Agencies (REA, CINEA, etc.) as well as with alignment among Missions, Partnerships, B.1’s own Circular Cities and Regions Initiative, and International cooperation.</w:t>
      </w:r>
    </w:p>
    <w:p w14:paraId="63571E29" w14:textId="77777777" w:rsidR="00862A63" w:rsidRDefault="00862A63" w:rsidP="003C1977">
      <w:pPr>
        <w:spacing w:after="0"/>
      </w:pPr>
      <w:r>
        <w:t>The Unit builds bridges across DG RTD, interacting closely with other policy DGs and relevant Executive Agencies; ensures an open and constant dialogue with the Member States, the research community, industrial stakeholders and relevant international partners for maximising synergies and impact of EU R&amp;I. Key activities include transition analysis, strategic intelligence for policymaking, strategic planning and programming, programme monitoring and evaluation, communication, dissemination and exploitation of results, international cooperation.</w:t>
      </w:r>
    </w:p>
    <w:p w14:paraId="2444BC8A" w14:textId="628D5733"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6403769" w14:textId="77777777" w:rsidR="00862A63" w:rsidRDefault="00862A63" w:rsidP="003C1977">
      <w:pPr>
        <w:spacing w:after="0"/>
      </w:pPr>
      <w:r>
        <w:t>Under the supervision of an AD staff member, the expert will primarily contribute to Unit’s circular economy file. This involves:</w:t>
      </w:r>
    </w:p>
    <w:p w14:paraId="7EF9CC2D" w14:textId="77777777" w:rsidR="00862A63" w:rsidRDefault="00862A63" w:rsidP="003C1977">
      <w:pPr>
        <w:spacing w:after="0"/>
      </w:pPr>
      <w:r>
        <w:lastRenderedPageBreak/>
        <w:t>1.</w:t>
      </w:r>
      <w:r>
        <w:tab/>
        <w:t>Closing the loop between bringing new solutions into policy and into markets by supporting ‘feedback-to-policy’ processes to help ensure the effective uptake of circular economy R&amp;I project outcomes;</w:t>
      </w:r>
    </w:p>
    <w:p w14:paraId="71910952" w14:textId="77777777" w:rsidR="00862A63" w:rsidRDefault="00862A63" w:rsidP="003C1977">
      <w:pPr>
        <w:spacing w:after="0"/>
      </w:pPr>
      <w:r>
        <w:t>2.</w:t>
      </w:r>
      <w:r>
        <w:tab/>
        <w:t>Contributing to the programming and management of green and circular economy research and innovation activities led by DG RTD in close cooperation with the Executive Agencies (particularly REA and CINEA), other Commission services (in particular DG ENV and DG GROW), Member States and other relevant external stakeholders. This includes support with the management of the internal RTD Circular Economy Task Force;</w:t>
      </w:r>
    </w:p>
    <w:p w14:paraId="7871CF74" w14:textId="77777777" w:rsidR="00862A63" w:rsidRDefault="00862A63" w:rsidP="003C1977">
      <w:pPr>
        <w:spacing w:after="0"/>
      </w:pPr>
      <w:r>
        <w:t>3.</w:t>
      </w:r>
      <w:r>
        <w:tab/>
        <w:t>Tracking and contributing to the scoping, management, analysis and dissemination of relevant circular economy-related studies including those led by other Commission services;</w:t>
      </w:r>
    </w:p>
    <w:p w14:paraId="74E1BE32" w14:textId="77777777" w:rsidR="00862A63" w:rsidRDefault="00862A63" w:rsidP="003C1977">
      <w:pPr>
        <w:spacing w:after="0"/>
      </w:pPr>
      <w:r>
        <w:t>4.</w:t>
      </w:r>
      <w:r>
        <w:tab/>
        <w:t>Contributing to the identification of major circular economy trends, the elaboration of green and circular economy transition pathways, and identification of circular economy R&amp;I priorities for funding;</w:t>
      </w:r>
    </w:p>
    <w:p w14:paraId="2D37D6B9" w14:textId="77777777" w:rsidR="00862A63" w:rsidRDefault="00862A63" w:rsidP="003C1977">
      <w:pPr>
        <w:spacing w:after="0"/>
      </w:pPr>
      <w:r>
        <w:t>5.</w:t>
      </w:r>
      <w:r>
        <w:tab/>
        <w:t>Tracking, analysing and disseminating important circular economy developments at the international level;</w:t>
      </w:r>
    </w:p>
    <w:p w14:paraId="729A2866" w14:textId="77777777" w:rsidR="00862A63" w:rsidRDefault="00862A63" w:rsidP="003C1977">
      <w:pPr>
        <w:spacing w:after="0"/>
      </w:pPr>
      <w:r>
        <w:t>6.</w:t>
      </w:r>
      <w:r>
        <w:tab/>
        <w:t>Supporting internal and external communication activities related to circular economy topics, such as newsletter, blogs, and conferences;</w:t>
      </w:r>
    </w:p>
    <w:p w14:paraId="6070B010" w14:textId="77777777" w:rsidR="00862A63" w:rsidRDefault="00862A63" w:rsidP="003C1977">
      <w:pPr>
        <w:spacing w:after="0"/>
      </w:pPr>
      <w:r>
        <w:t>Provide support to the general activities of the unit and other teams, such as the Bio-based team, Programming, and Policy &amp; Communication teams.</w:t>
      </w:r>
    </w:p>
    <w:p w14:paraId="4FA38409" w14:textId="4A209E96"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A9DF362" w14:textId="77777777" w:rsidR="00862A63" w:rsidRDefault="00862A63" w:rsidP="00527473">
      <w:pPr>
        <w:spacing w:after="0"/>
        <w:jc w:val="left"/>
      </w:pPr>
      <w:r>
        <w:t xml:space="preserve">We look for a highly motivated, dynamic and friendly colleague with a service-orientated approach. The post requires the ability to proactively provide quick input, strategic intelligence and apply science/policy analysis to find innovative solutions. This includes preparing targeted policy briefings for the hierarchy, as well as contribute to swift and sound responses to stakeholder concerns or political issues. Excellent oral and written skills in English, allowing for effective communication with all counterparts and partners, as well as the capacity to establish solid collaborative working relations are essential. </w:t>
      </w:r>
    </w:p>
    <w:p w14:paraId="79F89DF4" w14:textId="77777777" w:rsidR="00862A63" w:rsidRDefault="00862A63" w:rsidP="00527473">
      <w:pPr>
        <w:spacing w:after="0"/>
        <w:jc w:val="left"/>
      </w:pPr>
      <w:r>
        <w:t xml:space="preserve">The successful candidate will also be well organised and capable of working independently, and also be keen and ready to co-create and share with other members of the team. A background, or qualifications, in a mix of the following fields would be a very strong asset: systems approaches, circular economy solutions and innovation ecosystems, bio-based systems, environmental sciences, and related socio-economic studies. Experience in EU policy processes, including participation in expert or comitology groups, and the Commission's internal procedures would be beneficial. </w:t>
      </w:r>
    </w:p>
    <w:p w14:paraId="478BA92B" w14:textId="77777777" w:rsidR="00862A63" w:rsidRDefault="00862A63" w:rsidP="00527473">
      <w:pPr>
        <w:spacing w:after="0"/>
        <w:jc w:val="left"/>
      </w:pPr>
      <w:r>
        <w:t xml:space="preserve">More specifically, we seek the following: </w:t>
      </w:r>
    </w:p>
    <w:p w14:paraId="2DE04E58" w14:textId="77777777" w:rsidR="00862A63" w:rsidRDefault="00862A63" w:rsidP="00527473">
      <w:pPr>
        <w:spacing w:after="0"/>
        <w:jc w:val="left"/>
      </w:pPr>
      <w:r>
        <w:t>Diploma</w:t>
      </w:r>
    </w:p>
    <w:p w14:paraId="1CD9315B" w14:textId="77777777" w:rsidR="00862A63" w:rsidRDefault="00862A63" w:rsidP="00527473">
      <w:pPr>
        <w:spacing w:after="0"/>
        <w:jc w:val="left"/>
      </w:pPr>
      <w:r>
        <w:t>- university degree</w:t>
      </w:r>
    </w:p>
    <w:p w14:paraId="3A468CEE" w14:textId="77777777" w:rsidR="00862A63" w:rsidRDefault="00862A63" w:rsidP="00527473">
      <w:pPr>
        <w:spacing w:after="0"/>
        <w:jc w:val="left"/>
      </w:pPr>
      <w:r>
        <w:t xml:space="preserve">- professional training or professional experience of an equivalent level in the field(s) of: R&amp;D and innovation, environmental science and policy and, particularly, circular economy and bio-based systems science and policy. Experience in economics and green transitions science and policy would also be an asset.  </w:t>
      </w:r>
    </w:p>
    <w:p w14:paraId="77C2F627" w14:textId="77777777" w:rsidR="00862A63" w:rsidRDefault="00862A63" w:rsidP="00527473">
      <w:pPr>
        <w:spacing w:after="0"/>
        <w:jc w:val="left"/>
      </w:pPr>
      <w:r>
        <w:t>Professional experience</w:t>
      </w:r>
    </w:p>
    <w:p w14:paraId="5B9E71EA" w14:textId="77777777" w:rsidR="00862A63" w:rsidRDefault="00862A63" w:rsidP="00527473">
      <w:pPr>
        <w:spacing w:after="0"/>
        <w:jc w:val="left"/>
      </w:pPr>
      <w:r>
        <w:t>The expert will have at least 5 years of experience in policy analysis or innovation policies. In addition, proven experience in environmental/circular economy/bio-based systems R&amp;I policy would be a strong asset as would project management and stakeholder engagement experience.</w:t>
      </w:r>
    </w:p>
    <w:p w14:paraId="546F201A" w14:textId="77777777" w:rsidR="00862A63" w:rsidRDefault="00862A63" w:rsidP="00527473">
      <w:pPr>
        <w:spacing w:after="0"/>
        <w:jc w:val="left"/>
      </w:pPr>
      <w:r>
        <w:t>Language(s) necessary for the performance of duties</w:t>
      </w:r>
    </w:p>
    <w:p w14:paraId="0DE8C532" w14:textId="2222484C" w:rsidR="00A95A44" w:rsidRDefault="00862A63" w:rsidP="00527473">
      <w:pPr>
        <w:spacing w:after="0"/>
        <w:jc w:val="left"/>
      </w:pPr>
      <w:r>
        <w:t>A thorough knowledge of one of the EU languages (in addition to English) and a satisfactory knowledge of another EU language is required. Excellent command of written and spoken English is essential.</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1C0F934F" w:rsidR="0017274D" w:rsidRPr="008250D4" w:rsidRDefault="00862A63"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243881D6" w14:textId="77777777" w:rsidR="00862A63" w:rsidRDefault="00862A63" w:rsidP="00527473">
      <w:pPr>
        <w:spacing w:after="0"/>
        <w:rPr>
          <w:lang w:val="de-DE"/>
        </w:rPr>
      </w:pPr>
      <w:r>
        <w:rPr>
          <w:lang w:val="de-DE"/>
        </w:rPr>
        <w:t xml:space="preserve">La Direction Générale de la Recherche et de l’Innovation (DG RTD) a pour mission d’élaborer et de mettre en œuvre la politique européenne en matière de recherche et d’innovation (R&amp;I). La DG soutient la R&amp;I au moyen de programmes-cadres européens, coordonne et soutient les programmes nationaux et régionaux de R&amp;I, contribue à la création de l’Espace européen de la recherche et favorise la coopération entre organisations et chercheurs européens - tant en Europe que dans un contexte international. </w:t>
      </w:r>
    </w:p>
    <w:p w14:paraId="546DD449" w14:textId="77777777" w:rsidR="00862A63" w:rsidRDefault="00862A63" w:rsidP="00527473">
      <w:pPr>
        <w:spacing w:after="0"/>
        <w:rPr>
          <w:lang w:val="de-DE"/>
        </w:rPr>
      </w:pPr>
      <w:r>
        <w:rPr>
          <w:lang w:val="de-DE"/>
        </w:rPr>
        <w:t xml:space="preserve">L’unité RTD B.1 siège au sein de la Direction « Healthy Planet » de la DG RTD, dont l’objectif est de soutenir et d’accélérer les innovations et les transitions nécessaires de l’Union européenne et de son économie afin, à long terme, de garantir une prospérité équilibrée, de respecter les limites de notre planète et de respecter les limites planétaires et d’assurer une Terre en bonne santé. Cela inclut la production de nouvelles connaissances scientifiques et technologiques ainsi que le développement et le développement de solutions technologiques et systémiques innovantes. Les activités de la direction couvrent différentes thématiques, telles que l’économie circulaire et les biosystèmes; la bioéconomie et les systèmes alimentaires; le climat, la biodiversité, l’environnement et l’observation de la Terre; ainsi que la santé des océans, des mers et des eaux intérieures. </w:t>
      </w:r>
    </w:p>
    <w:p w14:paraId="504294DF" w14:textId="77777777" w:rsidR="00862A63" w:rsidRDefault="00862A63" w:rsidP="00527473">
      <w:pPr>
        <w:spacing w:after="0"/>
        <w:rPr>
          <w:lang w:val="de-DE"/>
        </w:rPr>
      </w:pPr>
      <w:r>
        <w:rPr>
          <w:lang w:val="de-DE"/>
        </w:rPr>
        <w:t xml:space="preserve">L’unité RTD B.1 « Green Transitions » a pour mission spécifique de soutenir la R&amp;I dans les domaines de l’économie circulaire et des biosystèmes. Elle pilote notamment des initiatives telles que le partenariat public-privé « Circular Biobased Europe Joint Undertaking »  (CBE JU) et le « European Circular Bioeconomy Fund ». Elle collabore étroitement avec d’autres services de la Commission sur des initiatives stratégiques clés telles que la mise à jour de la stratégie de l’UE pour la bioéconomie et la future législation sur l’économie circulaire. </w:t>
      </w:r>
    </w:p>
    <w:p w14:paraId="4CC912D3" w14:textId="77777777" w:rsidR="00862A63" w:rsidRDefault="00862A63" w:rsidP="00527473">
      <w:pPr>
        <w:spacing w:after="0"/>
        <w:rPr>
          <w:lang w:val="de-DE"/>
        </w:rPr>
      </w:pPr>
      <w:r>
        <w:rPr>
          <w:lang w:val="de-DE"/>
        </w:rPr>
        <w:t>L’unité assure également une planification stratégique et l’élaboration des programmes de travail (work programmes), ainsi que la coordination et la communication des activités de toutes les unités de la RDT B, y compris pour les domaines d’intervention du « Cluster 6 » d’Horizon Europe, tels que la biodiversité et les ressources naturelles; agriculture, sylviculture et zones rurales; mers, océans et eaux intérieures; bioéconomie et systèmes alimentaires. L’unité assure également au sein de la direction B la coopération du retour d’information sur les politiques (« feedback to policy ») – une tâche essentielle assurée en collaboration avec les agences exécutives (REA, CINEA, etc.), ainsi que l’alignement entre les missions, les partenariats, l’initiative « Circular Cities and Regions » et la coopération internationale.</w:t>
      </w:r>
    </w:p>
    <w:p w14:paraId="6810D07E" w14:textId="2E5A402C" w:rsidR="00A95A44" w:rsidRPr="00E61551" w:rsidRDefault="00862A63" w:rsidP="00527473">
      <w:pPr>
        <w:spacing w:after="0"/>
        <w:rPr>
          <w:lang w:val="de-DE"/>
        </w:rPr>
      </w:pPr>
      <w:r>
        <w:rPr>
          <w:lang w:val="de-DE"/>
        </w:rPr>
        <w:t>L’unité établit des passerelles entre la DG RTD, les autres directions générales (DG) et les agences exécutives concernées; elle assure un dialogue ouvert et continu avec les États membres, la communauté scientifique, les acteurs industriels et les partenaires internationaux concernés afin de maximiser les synergies et l’impact de la R&amp;I. Ses principales activités comprennent l’analyse de la transition, l’intelligence stratégique pour l’élaboration des politiques, la planification et la programmation stratégiques, le suivi et l’évaluation des programmes, la communication, la diffusion et l’exploitation des résultats, ainsi que la coopération internationale.</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0AD1ACBB" w14:textId="77777777" w:rsidR="00862A63" w:rsidRDefault="00862A63" w:rsidP="00527473">
      <w:pPr>
        <w:spacing w:after="0"/>
        <w:jc w:val="left"/>
        <w:rPr>
          <w:lang w:val="de-DE"/>
        </w:rPr>
      </w:pPr>
      <w:r>
        <w:rPr>
          <w:lang w:val="de-DE"/>
        </w:rPr>
        <w:t xml:space="preserve">Sous la supervision d’un membre du personnel (poste AD), l’expert contribuera principalement aux dossiers de l’unité relatifs à la thématique de l’économie circulaire. Il s’agit notamment de: </w:t>
      </w:r>
    </w:p>
    <w:p w14:paraId="19304F38" w14:textId="77777777" w:rsidR="00862A63" w:rsidRDefault="00862A63" w:rsidP="00527473">
      <w:pPr>
        <w:spacing w:after="0"/>
        <w:jc w:val="left"/>
        <w:rPr>
          <w:lang w:val="de-DE"/>
        </w:rPr>
      </w:pPr>
      <w:r>
        <w:rPr>
          <w:lang w:val="de-DE"/>
        </w:rPr>
        <w:t xml:space="preserve">1. Assurer le lien entre l’intégration de nouvelles solutions dans les politiques publiques et leur mise sur le marché, en appuyant les processus de « retour d’expérience vers la politique »pour favoriser l’adoption effective des résultats des projets de R&amp;I dans le domaine de l’économie circulaire; </w:t>
      </w:r>
    </w:p>
    <w:p w14:paraId="101B7746" w14:textId="77777777" w:rsidR="00862A63" w:rsidRDefault="00862A63" w:rsidP="00527473">
      <w:pPr>
        <w:spacing w:after="0"/>
        <w:jc w:val="left"/>
        <w:rPr>
          <w:lang w:val="de-DE"/>
        </w:rPr>
      </w:pPr>
      <w:r>
        <w:rPr>
          <w:lang w:val="de-DE"/>
        </w:rPr>
        <w:t xml:space="preserve">2. Contribuer à la programmation et à la gestion des activités de R&amp;I dans le domaine de l’économie verte et circulaire menées par la DG RTD en étroite coopération avec les agences exécutives (en particulier REA et CINEA), d’autres services de la Commission (en particulier DG ENV et DG GROW), les États membres et d’autres parties prenantes externes concernées. Il s’agit notamment d’apporter un soutien à la gestion de la task-force interne de DG RTD sur l’économie circulaire; </w:t>
      </w:r>
    </w:p>
    <w:p w14:paraId="1F925755" w14:textId="77777777" w:rsidR="00862A63" w:rsidRDefault="00862A63" w:rsidP="00527473">
      <w:pPr>
        <w:spacing w:after="0"/>
        <w:jc w:val="left"/>
        <w:rPr>
          <w:lang w:val="de-DE"/>
        </w:rPr>
      </w:pPr>
      <w:r>
        <w:rPr>
          <w:lang w:val="de-DE"/>
        </w:rPr>
        <w:t xml:space="preserve">3. Suivre et  contribuer à la définition, à la gestion, à l’analyse et à la diffusion des études pertinentes liées à l’économie circulaire, y compris celles menées par d’autres services de la Commission; </w:t>
      </w:r>
    </w:p>
    <w:p w14:paraId="7EFA77C2" w14:textId="77777777" w:rsidR="00862A63" w:rsidRDefault="00862A63" w:rsidP="00527473">
      <w:pPr>
        <w:spacing w:after="0"/>
        <w:jc w:val="left"/>
        <w:rPr>
          <w:lang w:val="de-DE"/>
        </w:rPr>
      </w:pPr>
      <w:r>
        <w:rPr>
          <w:lang w:val="de-DE"/>
        </w:rPr>
        <w:t xml:space="preserve">4. Contribuer à l’identification des grandes tendances de l’économie circulaire, à l’élaboration de trajectoires de transition vers une économie verte et circulaire et à l’identification des priorités de financement de la R&amp;I dans ce domaine; </w:t>
      </w:r>
    </w:p>
    <w:p w14:paraId="30814466" w14:textId="77777777" w:rsidR="00862A63" w:rsidRDefault="00862A63" w:rsidP="00527473">
      <w:pPr>
        <w:spacing w:after="0"/>
        <w:jc w:val="left"/>
        <w:rPr>
          <w:lang w:val="de-DE"/>
        </w:rPr>
      </w:pPr>
      <w:r>
        <w:rPr>
          <w:lang w:val="de-DE"/>
        </w:rPr>
        <w:t xml:space="preserve">5. Suivre, analyser et diffuser les évolutions importantes de l’économie circulaire au niveau international; </w:t>
      </w:r>
    </w:p>
    <w:p w14:paraId="623CDFD4" w14:textId="77777777" w:rsidR="00862A63" w:rsidRDefault="00862A63" w:rsidP="00527473">
      <w:pPr>
        <w:spacing w:after="0"/>
        <w:jc w:val="left"/>
        <w:rPr>
          <w:lang w:val="de-DE"/>
        </w:rPr>
      </w:pPr>
      <w:r>
        <w:rPr>
          <w:lang w:val="de-DE"/>
        </w:rPr>
        <w:t xml:space="preserve">6. Soutenir les activités de communication interne et externe liées aux thèmes de l’économie circulaire, telles que les bulletins d’information, les blogs et les conférences; </w:t>
      </w:r>
    </w:p>
    <w:p w14:paraId="59404C02" w14:textId="0E02D7B3" w:rsidR="00A95A44" w:rsidRPr="00E61551" w:rsidRDefault="00862A63" w:rsidP="00527473">
      <w:pPr>
        <w:spacing w:after="0"/>
        <w:jc w:val="left"/>
        <w:rPr>
          <w:lang w:val="de-DE"/>
        </w:rPr>
      </w:pPr>
      <w:r>
        <w:rPr>
          <w:lang w:val="de-DE"/>
        </w:rPr>
        <w:t>7. Apporter un soutien aux activités générales de l’unité et d’autres équipes, telles que l’équipe « Bio-based », les équipes « Programmation » et « Policy &amp;Communication ".</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5F99B54C" w14:textId="77777777" w:rsidR="00862A63" w:rsidRDefault="00862A63" w:rsidP="00527473">
      <w:pPr>
        <w:spacing w:after="0"/>
        <w:rPr>
          <w:lang w:val="de-DE"/>
        </w:rPr>
      </w:pPr>
      <w:r>
        <w:rPr>
          <w:lang w:val="de-DE"/>
        </w:rPr>
        <w:t xml:space="preserve">Nous recherchons un(e) collègue très motivé(e), dynamique et sociable, doté(e) d’un esprit de service. Le poste exige la capacité de fournir de manière proactive des contributions rapides, des renseignements stratégiques ainsi que des analyses scientifiques et politiques afin de proposer des solutions innovantes. Le/la candidat(e) devra notamment être capable de rédiger des notes d’information ciblées à l’intention de la hiérarchie, ainsi que de contribuer à apporter des réponses rapides et pertinentes aux préoccupations des parties prenantes ou aux questions politiques. D’excellentes compétences orales et écrites en anglais, permettant une communication efficace avec tous les homologues et partenaires, ainsi que la capacité d’établir des relations de travail collaboratives sont indispensables. </w:t>
      </w:r>
    </w:p>
    <w:p w14:paraId="0D0E863A" w14:textId="77777777" w:rsidR="00862A63" w:rsidRDefault="00862A63" w:rsidP="00527473">
      <w:pPr>
        <w:spacing w:after="0"/>
        <w:rPr>
          <w:lang w:val="de-DE"/>
        </w:rPr>
      </w:pPr>
      <w:r>
        <w:rPr>
          <w:lang w:val="de-DE"/>
        </w:rPr>
        <w:t>Le/la candidat(e) retenu(e) sera également bien organisé(e) et capable de travailler de manière autonome, et disposé(e) à co-créer et partager avec les autres membres de l’équipe. Une expérience ou des qualifications dans une combinaison des domaines suivants serait un atout majeur: approches systémiques, solutions pour une économie circulaire et des écosystèmes d’innovation, biosystèmes, sciences de l’environnement et études socio-économiques connexes. Une expérience des processus politiques de l’UE, y compris la participation à des groupes d’experts ou de comitologie, et des procédures internes de la Commission serait également appréciée.</w:t>
      </w:r>
    </w:p>
    <w:p w14:paraId="14A698EB" w14:textId="77777777" w:rsidR="00862A63" w:rsidRDefault="00862A63" w:rsidP="00527473">
      <w:pPr>
        <w:spacing w:after="0"/>
        <w:rPr>
          <w:lang w:val="de-DE"/>
        </w:rPr>
      </w:pPr>
      <w:r>
        <w:rPr>
          <w:lang w:val="de-DE"/>
        </w:rPr>
        <w:t xml:space="preserve">Plus précisément, nous demandons ce qui suit: </w:t>
      </w:r>
    </w:p>
    <w:p w14:paraId="3792C245" w14:textId="77777777" w:rsidR="00862A63" w:rsidRDefault="00862A63" w:rsidP="00527473">
      <w:pPr>
        <w:spacing w:after="0"/>
        <w:rPr>
          <w:lang w:val="de-DE"/>
        </w:rPr>
      </w:pPr>
      <w:r>
        <w:rPr>
          <w:lang w:val="de-DE"/>
        </w:rPr>
        <w:t>Diplôme</w:t>
      </w:r>
    </w:p>
    <w:p w14:paraId="17D7C75C" w14:textId="77777777" w:rsidR="00862A63" w:rsidRDefault="00862A63" w:rsidP="00527473">
      <w:pPr>
        <w:spacing w:after="0"/>
        <w:rPr>
          <w:lang w:val="de-DE"/>
        </w:rPr>
      </w:pPr>
      <w:r>
        <w:rPr>
          <w:lang w:val="de-DE"/>
        </w:rPr>
        <w:t>-</w:t>
      </w:r>
      <w:r>
        <w:rPr>
          <w:lang w:val="de-DE"/>
        </w:rPr>
        <w:tab/>
        <w:t>diplôme universitaire;</w:t>
      </w:r>
    </w:p>
    <w:p w14:paraId="3B30C511" w14:textId="77777777" w:rsidR="00862A63" w:rsidRDefault="00862A63" w:rsidP="00527473">
      <w:pPr>
        <w:spacing w:after="0"/>
        <w:rPr>
          <w:lang w:val="de-DE"/>
        </w:rPr>
      </w:pPr>
      <w:r>
        <w:rPr>
          <w:lang w:val="de-DE"/>
        </w:rPr>
        <w:t>-</w:t>
      </w:r>
      <w:r>
        <w:rPr>
          <w:lang w:val="de-DE"/>
        </w:rPr>
        <w:tab/>
        <w:t xml:space="preserve">formation ou expérience professionnelle équivalente dans le(s) domaine(s) de: la R&amp;I, des sciences et politiques environnementales, en particulier dans l’économie circulaire et les systèmes biologiques. Une expérience dans le domaine de l’économie et des sciences et politiques relatives aux transitions écologique/verte serait également un atout. </w:t>
      </w:r>
    </w:p>
    <w:p w14:paraId="2EBBC3AB" w14:textId="77777777" w:rsidR="00862A63" w:rsidRDefault="00862A63" w:rsidP="00527473">
      <w:pPr>
        <w:spacing w:after="0"/>
        <w:rPr>
          <w:lang w:val="de-DE"/>
        </w:rPr>
      </w:pPr>
      <w:r>
        <w:rPr>
          <w:lang w:val="de-DE"/>
        </w:rPr>
        <w:t>Expérience professionnelle</w:t>
      </w:r>
    </w:p>
    <w:p w14:paraId="34AD6AE0" w14:textId="77777777" w:rsidR="00862A63" w:rsidRDefault="00862A63" w:rsidP="00527473">
      <w:pPr>
        <w:spacing w:after="0"/>
        <w:rPr>
          <w:lang w:val="de-DE"/>
        </w:rPr>
      </w:pPr>
      <w:r>
        <w:rPr>
          <w:lang w:val="de-DE"/>
        </w:rPr>
        <w:t xml:space="preserve">L’expert disposera d’au moins 5 ans d’expérience dans l’analyse ou la mise en œuvre de politiques d’innovation. En outre, une expérience avérée en matière de politique de R&amp;I dans les domaines de l’environnement, de l’économie circulaire et des systèmes biosourcés constituerait un atout majeur, de même que l’expérience en gestion de projets et en engagement des parties prenantes. </w:t>
      </w:r>
    </w:p>
    <w:p w14:paraId="594F3C5D" w14:textId="77777777" w:rsidR="00862A63" w:rsidRDefault="00862A63" w:rsidP="00527473">
      <w:pPr>
        <w:spacing w:after="0"/>
        <w:rPr>
          <w:lang w:val="de-DE"/>
        </w:rPr>
      </w:pPr>
      <w:r>
        <w:rPr>
          <w:lang w:val="de-DE"/>
        </w:rPr>
        <w:t>Compétences linguistiques</w:t>
      </w:r>
    </w:p>
    <w:p w14:paraId="7B92B82C" w14:textId="4FCBB3BF" w:rsidR="00A95A44" w:rsidRPr="00E61551" w:rsidRDefault="00862A63" w:rsidP="00527473">
      <w:pPr>
        <w:spacing w:after="0"/>
        <w:rPr>
          <w:lang w:val="de-DE"/>
        </w:rPr>
      </w:pPr>
      <w:r>
        <w:rPr>
          <w:lang w:val="de-DE"/>
        </w:rPr>
        <w:t>Une connaissance approfondie d’une des langues de l’UE (en plus de l’anglais) et la connaissance satisfaisante d’une autre langue de l’UE sont requises. Une excellente maîtrise de l’anglais écrit et oral est essentielle.</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4B71E612" w:rsidR="0017274D" w:rsidRPr="00E61551" w:rsidRDefault="00862A63"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1B4F08A9" w14:textId="77777777" w:rsidR="00862A63" w:rsidRDefault="00862A63" w:rsidP="00527473">
      <w:pPr>
        <w:spacing w:after="0"/>
        <w:rPr>
          <w:lang w:val="de-DE"/>
        </w:rPr>
      </w:pPr>
      <w:r>
        <w:rPr>
          <w:lang w:val="de-DE"/>
        </w:rPr>
        <w:t xml:space="preserve">Die Generaldirektion Forschung und Innovation (DG RTD) hat den Auftrag, die europäische Forschungs- und Innovationspolitik (FuI) zu entwickeln und umzusetzen. Die GD unterstützt FuI durch europäische Rahmenprogramme, koordiniert und unterstützt nationale und regionale FuI-Programme, trägt zur Schaffung des Europäischen Forschungsraums bei, und unterstützt die Zusammenarbeit europäischer Organisationen und Forscher in Europa und auf internationaler Ebene. </w:t>
      </w:r>
    </w:p>
    <w:p w14:paraId="21055270" w14:textId="77777777" w:rsidR="00862A63" w:rsidRDefault="00862A63" w:rsidP="00527473">
      <w:pPr>
        <w:spacing w:after="0"/>
        <w:rPr>
          <w:lang w:val="de-DE"/>
        </w:rPr>
      </w:pPr>
      <w:r>
        <w:rPr>
          <w:lang w:val="de-DE"/>
        </w:rPr>
        <w:t xml:space="preserve">Das Referat RTD B.1 ist in der Direktion „Healthy Planet“ angesiedelt, die darauf abzielt, die erforderlichen Innovationen und Übergänge der Europäischen Union und ihrer Wirtschaft zu unterstützen und zu beschleunigen, um langfristig einen ausgewogenen Wohlstand zu schaffen, die Belastbarkeitsgrenzen unseres Planeten zu achten und einen gesunden Planeten Erde zu gewährleisten. Dazu gehört die Gewinnung neuer wissenschaftlicher und technologischer Erkenntnisse sowie die Entwicklung und Ausweitung innovativer technologischer und systemischer Lösungen. Die Tätigkeiten der Direktion umfassen Kreislaufwirtschaft und biobasierte Systeme; Bioökonomie und Lebensmittelsysteme; Klima, biologische Vielfalt, Umwelt und Erdbeobachtung; und gesunde Ozeane, Meere und Binnengewässer. </w:t>
      </w:r>
    </w:p>
    <w:p w14:paraId="7A156D46" w14:textId="77777777" w:rsidR="00862A63" w:rsidRDefault="00862A63" w:rsidP="00527473">
      <w:pPr>
        <w:spacing w:after="0"/>
        <w:rPr>
          <w:lang w:val="de-DE"/>
        </w:rPr>
      </w:pPr>
      <w:r>
        <w:rPr>
          <w:lang w:val="de-DE"/>
        </w:rPr>
        <w:t xml:space="preserve">Das Referat RTD B.1 „Green Transitions“ trägt die besondere Verantwortung für die Unterstützung von Forschung und Innovation in den Bereichen Kreislaufwirtschaft und biobasierte Systeme. Dazu gehören Initiativen wie das Gemeinsame Unternehmen für ein kreislauforientiertes biobasiertes Europa (CBE JU) und der European Circular Bioeconomy Fund (ECBF). Das Referat arbeitet bei wichtigen politischen Initiativen wie der Aktualisierung der Bioökonomie-Strategie der EU und dem anstehenden Rechtsakt zur Kreislaufwirtschaft eng mit anderen Kommissionsdienststellen zusammen. </w:t>
      </w:r>
    </w:p>
    <w:p w14:paraId="13F384A1" w14:textId="77777777" w:rsidR="00862A63" w:rsidRDefault="00862A63" w:rsidP="00527473">
      <w:pPr>
        <w:spacing w:after="0"/>
        <w:rPr>
          <w:lang w:val="de-DE"/>
        </w:rPr>
      </w:pPr>
      <w:r>
        <w:rPr>
          <w:lang w:val="de-DE"/>
        </w:rPr>
        <w:t xml:space="preserve">Das Referat sorgt für die strategische Planung, Programmierung, Koordinierung und Kommunikation der Tätigkeiten aller RTD-B-Referate, auch für die Interventionsbereiche des Cluster 6 von Horizont Europa, wie biologische Vielfalt und natürliche Ressourcen; Landwirtschaft, Forstwirtschaft und ländliche Gebiete; Meere, Ozeane und Binnengewässer; Bioökonomie und Lebensmittelsysteme. Das Referat unterstützt auch die Zusammenarbeit innerhalb der Direktion B bei der zentralen Aufgabe des „Rückflusses an die Politik“ mit den Exekutivagenturen (REA, CINEA usw.) sowie bei der Abstimmung zwischen Missionen, Partnerschaften, der Initiative für kreislauforientierte Städte und Regionen B.1 und der internationalen Zusammenarbeit. </w:t>
      </w:r>
    </w:p>
    <w:p w14:paraId="2B6785AE" w14:textId="01C49230" w:rsidR="00A95A44" w:rsidRDefault="00862A63" w:rsidP="00527473">
      <w:pPr>
        <w:spacing w:after="0"/>
        <w:rPr>
          <w:lang w:val="de-DE"/>
        </w:rPr>
      </w:pPr>
      <w:r>
        <w:rPr>
          <w:lang w:val="de-DE"/>
        </w:rPr>
        <w:t>Das Referat baut Brücken zwischen der DG RTD und anderen Generaldirektionen und einschlägigen Exekutivagenturen und arbeitet eng mit diesen zusammen. Es gewährleistet einen offenen und ständigen Dialog mit den Mitgliedstaaten, der Forschungsgemeinschaft, Interessenträgern aus der Industrie und einschlägigen internationalen Partnern, um die Synergien und die Wirkung der FuI der EU zu maximieren. Die wichtigsten Tätigkeiten umfassen Übergangsanalysen, strategische Erkenntnisse für die Politikgestaltung, strategische Planung und Programmplanung, Programmüberwachung und -bewertung, Kommunikation, Verbreitung und Nutzung der Ergebnisse sowie internationale Zusammenarbeit.</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17D7DFBF" w14:textId="77777777" w:rsidR="00862A63" w:rsidRDefault="00862A63" w:rsidP="00527473">
      <w:pPr>
        <w:spacing w:after="0"/>
        <w:rPr>
          <w:lang w:val="de-DE"/>
        </w:rPr>
      </w:pPr>
      <w:r>
        <w:rPr>
          <w:lang w:val="de-DE"/>
        </w:rPr>
        <w:t>Unter der Aufsicht eines AD-Bediensteten wird der Sachverständige in erster Linie zum Dossier des Referats Kreislaufwirtschaft beitragen. Hierbei handelt es sich um:</w:t>
      </w:r>
    </w:p>
    <w:p w14:paraId="6EF2E2B8" w14:textId="77777777" w:rsidR="00862A63" w:rsidRDefault="00862A63" w:rsidP="00527473">
      <w:pPr>
        <w:spacing w:after="0"/>
        <w:rPr>
          <w:lang w:val="de-DE"/>
        </w:rPr>
      </w:pPr>
      <w:r>
        <w:rPr>
          <w:lang w:val="de-DE"/>
        </w:rPr>
        <w:t>1. Schließung des Kreislaufs zwischen der Einführung neuer Lösungen in die Politik und in die Märkte durch Unterstützung von „Feedback-to-Policy“-Prozessen, um die wirksame Übernahme der Ergebnisse von FuI-Projekten in der Kreislaufwirtschaft sicherzustellen;</w:t>
      </w:r>
    </w:p>
    <w:p w14:paraId="1E920421" w14:textId="77777777" w:rsidR="00862A63" w:rsidRDefault="00862A63" w:rsidP="00527473">
      <w:pPr>
        <w:spacing w:after="0"/>
        <w:rPr>
          <w:lang w:val="de-DE"/>
        </w:rPr>
      </w:pPr>
      <w:r>
        <w:rPr>
          <w:lang w:val="de-DE"/>
        </w:rPr>
        <w:t>2. Beitrag zur Programmierung und Verwaltung von Forschungs- und Innovationstätigkeiten im Bereich der grünen Wirtschaft und der Kreislaufwirtschaft unter der Leitung der GD RTD in enger Zusammenarbeit mit den Exekutivagenturen (insbesondere REA und CINEA), anderen Dienststellen der Kommission (insbesondere GD ENV und GD GROW), den Mitgliedstaaten und anderen einschlägigen externen Interessenträgern. Dazu gehört auch die Unterstützung bei der Verwaltung der internen FTE-Taskforce für die Kreislaufwirtschaft;</w:t>
      </w:r>
    </w:p>
    <w:p w14:paraId="60692E6F" w14:textId="77777777" w:rsidR="00862A63" w:rsidRDefault="00862A63" w:rsidP="00527473">
      <w:pPr>
        <w:spacing w:after="0"/>
        <w:rPr>
          <w:lang w:val="de-DE"/>
        </w:rPr>
      </w:pPr>
      <w:r>
        <w:rPr>
          <w:lang w:val="de-DE"/>
        </w:rPr>
        <w:t>3. Verfolgung und Mitwirkung an der Erfassung, Verwaltung, Analyse und Verbreitung einschlägiger Studien im Zusammenhang mit der Kreislaufwirtschaft, einschließlich solcher, die von anderen Kommissionsdienststellen geleitet werden;</w:t>
      </w:r>
    </w:p>
    <w:p w14:paraId="205CBD70" w14:textId="77777777" w:rsidR="00862A63" w:rsidRDefault="00862A63" w:rsidP="00527473">
      <w:pPr>
        <w:spacing w:after="0"/>
        <w:rPr>
          <w:lang w:val="de-DE"/>
        </w:rPr>
      </w:pPr>
      <w:r>
        <w:rPr>
          <w:lang w:val="de-DE"/>
        </w:rPr>
        <w:t>4. Beitrag zur Ermittlung wichtiger Trends in der Kreislaufwirtschaft, zur Ausarbeitung von Übergangspfaden für die grüne und die Kreislaufwirtschaft und zur Ermittlung von FuI-Prioritäten für die Finanzierung der Kreislaufwirtschaft;</w:t>
      </w:r>
    </w:p>
    <w:p w14:paraId="3C8FB6A2" w14:textId="77777777" w:rsidR="00862A63" w:rsidRDefault="00862A63" w:rsidP="00527473">
      <w:pPr>
        <w:spacing w:after="0"/>
        <w:rPr>
          <w:lang w:val="de-DE"/>
        </w:rPr>
      </w:pPr>
      <w:r>
        <w:rPr>
          <w:lang w:val="de-DE"/>
        </w:rPr>
        <w:t>5. Verfolgung, Analyse und Verbreitung wichtiger Entwicklungen der Kreislaufwirtschaft auf internationaler Ebene;</w:t>
      </w:r>
    </w:p>
    <w:p w14:paraId="6AB3E869" w14:textId="77777777" w:rsidR="00862A63" w:rsidRDefault="00862A63" w:rsidP="00527473">
      <w:pPr>
        <w:spacing w:after="0"/>
        <w:rPr>
          <w:lang w:val="de-DE"/>
        </w:rPr>
      </w:pPr>
      <w:r>
        <w:rPr>
          <w:lang w:val="de-DE"/>
        </w:rPr>
        <w:t>6. Unterstützung interner und externer Kommunikationsmaßnahmen im Zusammenhang mit Themen der Kreislaufwirtschaft wie Newsletter, Blogs und Konferenzen;</w:t>
      </w:r>
    </w:p>
    <w:p w14:paraId="2BE34DBA" w14:textId="664706AE" w:rsidR="00A95A44" w:rsidRPr="00A95A44" w:rsidRDefault="00862A63" w:rsidP="00527473">
      <w:pPr>
        <w:spacing w:after="0"/>
        <w:rPr>
          <w:lang w:val="de-DE"/>
        </w:rPr>
      </w:pPr>
      <w:r>
        <w:rPr>
          <w:lang w:val="de-DE"/>
        </w:rPr>
        <w:t>7. Unterstützung der allgemeinen Aktivitäten des Referats und anderer Teams, wie z. B. des biobasierten Teams, des Programmierungsteams und des Teams für Politik und Kommunikation.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D83F1EA" w14:textId="77777777" w:rsidR="00862A63" w:rsidRDefault="00862A63" w:rsidP="00527473">
      <w:pPr>
        <w:spacing w:after="0"/>
        <w:rPr>
          <w:lang w:val="en-US"/>
        </w:rPr>
      </w:pPr>
      <w:r>
        <w:rPr>
          <w:lang w:val="en-US"/>
        </w:rPr>
        <w:t xml:space="preserve">Wir suchen eine/n hochmotivierte/n, dynamische/n und freundliche/n Kollegin/en mit einem dienstleistungsorientierten Ansatz. Die Stelle erfordert die Fähigkeit, proaktiv schnell Beiträge zu liefern, strategische Erkenntnisse zu liefern und wissenschaftliche/politische Analysen anzuwenden, um innovative Lösungen zu finden. Dazu gehört die Vorbereitung gezielter politischer Briefings für die Hierarchie sowie ein Beitrag zu raschen und fundierten Antworten auf Anliegen der Interessenträger oder politische Fragen. Ausgezeichnete mündliche und schriftliche Englischkenntnisse, die eine wirksame Kommunikation mit allen Partnern und Partnern ermöglichen, sowie die Fähigkeit, solide kooperative Arbeitsbeziehungen aufzubauen, sind von entscheidender Bedeutung. </w:t>
      </w:r>
    </w:p>
    <w:p w14:paraId="037106F3" w14:textId="77777777" w:rsidR="00862A63" w:rsidRDefault="00862A63" w:rsidP="00527473">
      <w:pPr>
        <w:spacing w:after="0"/>
        <w:rPr>
          <w:lang w:val="en-US"/>
        </w:rPr>
      </w:pPr>
      <w:r>
        <w:rPr>
          <w:lang w:val="en-US"/>
        </w:rPr>
        <w:t>Der erfolgreiche Bewerber/die erfolgreiche Bewerberin wird auch gut organisiert und in der Lage sein, unabhängig zu arbeiten, und ist willens und bereit, gemeinsam mit anderen Teammitgliedern zu arbeiten. Ein Hintergrund oder Qualifikationen in einer Kombination der folgenden Bereiche wären von großem Vorteil: Systemansätze, Kreislaufwirtschaftslösungen und Innovationsökosysteme, biobasierte Systeme, Umweltwissenschaften und damit zusammenhängende sozioökonomische Studien. Erfahrungen mit politischen Prozessen der EU, einschließlich der Teilnahme an Sachverständigen- oder Komitologie-Gruppen, und den internen Verfahren der Kommission wären von Vorteil.</w:t>
      </w:r>
    </w:p>
    <w:p w14:paraId="65725D2C" w14:textId="77777777" w:rsidR="00862A63" w:rsidRDefault="00862A63" w:rsidP="00527473">
      <w:pPr>
        <w:spacing w:after="0"/>
        <w:rPr>
          <w:lang w:val="en-US"/>
        </w:rPr>
      </w:pPr>
      <w:r>
        <w:rPr>
          <w:lang w:val="en-US"/>
        </w:rPr>
        <w:t xml:space="preserve">Konkret geht es um Folgendes: </w:t>
      </w:r>
    </w:p>
    <w:p w14:paraId="4E3F8DC3" w14:textId="77777777" w:rsidR="00862A63" w:rsidRDefault="00862A63" w:rsidP="00527473">
      <w:pPr>
        <w:spacing w:after="0"/>
        <w:rPr>
          <w:lang w:val="en-US"/>
        </w:rPr>
      </w:pPr>
      <w:r>
        <w:rPr>
          <w:lang w:val="en-US"/>
        </w:rPr>
        <w:t>Diplom</w:t>
      </w:r>
    </w:p>
    <w:p w14:paraId="4595E9D5" w14:textId="77777777" w:rsidR="00862A63" w:rsidRDefault="00862A63" w:rsidP="00527473">
      <w:pPr>
        <w:spacing w:after="0"/>
        <w:rPr>
          <w:lang w:val="en-US"/>
        </w:rPr>
      </w:pPr>
      <w:r>
        <w:rPr>
          <w:lang w:val="en-US"/>
        </w:rPr>
        <w:t>-</w:t>
      </w:r>
      <w:r>
        <w:rPr>
          <w:lang w:val="en-US"/>
        </w:rPr>
        <w:tab/>
        <w:t>Hochschulabschluss</w:t>
      </w:r>
    </w:p>
    <w:p w14:paraId="4EAFC765" w14:textId="77777777" w:rsidR="00862A63" w:rsidRDefault="00862A63" w:rsidP="00527473">
      <w:pPr>
        <w:spacing w:after="0"/>
        <w:rPr>
          <w:lang w:val="en-US"/>
        </w:rPr>
      </w:pPr>
      <w:r>
        <w:rPr>
          <w:lang w:val="en-US"/>
        </w:rPr>
        <w:t>-</w:t>
      </w:r>
      <w:r>
        <w:rPr>
          <w:lang w:val="en-US"/>
        </w:rPr>
        <w:tab/>
        <w:t xml:space="preserve">eine gleichwertige Berufsausbildung oder Berufserfahrung in folgenden Bereichen: Forschung, Entwicklung und Innovation, Umweltwissenschaft und -politik, insbesondere Kreislaufwirtschaft und biobasierte Systeme, Wissenschaft und Politik. Wissenschaftliche und politische Erfahrungen in den Bereichen Wirtschaft und ökologischer Wandel wären ebenfalls von Vorteil. </w:t>
      </w:r>
    </w:p>
    <w:p w14:paraId="22460238" w14:textId="77777777" w:rsidR="00862A63" w:rsidRDefault="00862A63" w:rsidP="00527473">
      <w:pPr>
        <w:spacing w:after="0"/>
        <w:rPr>
          <w:lang w:val="en-US"/>
        </w:rPr>
      </w:pPr>
      <w:r>
        <w:rPr>
          <w:lang w:val="en-US"/>
        </w:rPr>
        <w:t>Berufserfahrung</w:t>
      </w:r>
    </w:p>
    <w:p w14:paraId="768C80EB" w14:textId="77777777" w:rsidR="00862A63" w:rsidRDefault="00862A63" w:rsidP="00527473">
      <w:pPr>
        <w:spacing w:after="0"/>
        <w:rPr>
          <w:lang w:val="en-US"/>
        </w:rPr>
      </w:pPr>
      <w:r>
        <w:rPr>
          <w:lang w:val="en-US"/>
        </w:rPr>
        <w:t xml:space="preserve">Der Experte muss über mindestens fünf Jahre Erfahrung in Politikanalyse oder Innovationspolitik verfügen. Darüber hinaus wären nachgewiesene Erfahrungen in der FuI-Politik in den Bereichen Umwelt/Kreislaufwirtschaft/biobasierte Systeme ebenso von Vorteil wie Projektmanagement und Erfahrungen mit der Einbeziehung der Interessenträger. </w:t>
      </w:r>
    </w:p>
    <w:p w14:paraId="71A17FBB" w14:textId="77777777" w:rsidR="00862A63" w:rsidRDefault="00862A63" w:rsidP="00527473">
      <w:pPr>
        <w:spacing w:after="0"/>
        <w:rPr>
          <w:lang w:val="en-US"/>
        </w:rPr>
      </w:pPr>
      <w:r>
        <w:rPr>
          <w:lang w:val="en-US"/>
        </w:rPr>
        <w:t>Für die Ausübung der Tätigkeit erforderliche Sprachkenntnisse</w:t>
      </w:r>
    </w:p>
    <w:p w14:paraId="7DFF067A" w14:textId="42EB9B5B" w:rsidR="00792E59" w:rsidRPr="00A10C67" w:rsidRDefault="00862A63" w:rsidP="00527473">
      <w:pPr>
        <w:spacing w:after="0"/>
        <w:rPr>
          <w:lang w:val="en-US"/>
        </w:rPr>
      </w:pPr>
      <w:r>
        <w:rPr>
          <w:lang w:val="en-US"/>
        </w:rPr>
        <w:t>Es sind gründliche Kenntnisse in einer EU-Sprache (neben Englisch) und ausreichende Kenntnisse in einer weiteren EU-Sprache erforderlich. Ausgezeichnete Kenntnisse des Englischen in Wort und Schrift sind unerlässlich.</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862A63"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862A63"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862A63"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862A63"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862A63"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862A63"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862A63"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862A63"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862A63"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862A63"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62A63"/>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A134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4296B6F3-740B-4F8D-A118-EE3E9AC12C5D}"/>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3</Pages>
  <Words>5260</Words>
  <Characters>29986</Characters>
  <Application>Microsoft Office Word</Application>
  <DocSecurity>4</DocSecurity>
  <PresentationFormat>Microsoft Word 14.0</PresentationFormat>
  <Lines>249</Lines>
  <Paragraphs>70</Paragraphs>
  <ScaleCrop>true</ScaleCrop>
  <Company/>
  <LinksUpToDate>false</LinksUpToDate>
  <CharactersWithSpaces>35176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2025-12-12T09:44:00Z</dcterms:created>
  <dcterms:modified xsi:type="dcterms:W3CDTF">2025-12-12T09:44:00Z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